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F0" w:rsidRDefault="00353EF0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353EF0" w:rsidRDefault="00353EF0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Решением Опаринской районной </w:t>
      </w:r>
    </w:p>
    <w:p w:rsidR="00353EF0" w:rsidRDefault="00353EF0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        Думы  четвертого созыва</w:t>
      </w:r>
    </w:p>
    <w:p w:rsidR="00353EF0" w:rsidRPr="00973CD0" w:rsidRDefault="00353EF0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                  от 24.03.2015 </w:t>
      </w:r>
      <w:r w:rsidRPr="00973CD0">
        <w:t xml:space="preserve">  </w:t>
      </w:r>
      <w:r>
        <w:t xml:space="preserve">           </w:t>
      </w:r>
      <w:r>
        <w:tab/>
        <w:t xml:space="preserve">№  45/06 </w:t>
      </w:r>
    </w:p>
    <w:p w:rsidR="00353EF0" w:rsidRDefault="00353EF0" w:rsidP="00C259BF">
      <w:pPr>
        <w:ind w:left="5664" w:firstLine="708"/>
        <w:jc w:val="center"/>
      </w:pPr>
      <w:r>
        <w:t xml:space="preserve">              </w:t>
      </w:r>
    </w:p>
    <w:p w:rsidR="00353EF0" w:rsidRPr="00893AC5" w:rsidRDefault="00353EF0" w:rsidP="00F969C5">
      <w:pPr>
        <w:jc w:val="center"/>
      </w:pPr>
      <w:r w:rsidRPr="00893AC5">
        <w:t>П Е Р Е Ч Е Н Ь</w:t>
      </w:r>
    </w:p>
    <w:p w:rsidR="00353EF0" w:rsidRDefault="00353EF0" w:rsidP="00F969C5">
      <w:pPr>
        <w:jc w:val="center"/>
      </w:pPr>
      <w:r>
        <w:t>имущества, предлагаемого к передаче из муниципальной</w:t>
      </w:r>
    </w:p>
    <w:p w:rsidR="00353EF0" w:rsidRPr="00893AC5" w:rsidRDefault="00353EF0" w:rsidP="00F969C5">
      <w:pPr>
        <w:jc w:val="center"/>
      </w:pPr>
      <w:r>
        <w:t>собственности муниципального образования</w:t>
      </w:r>
    </w:p>
    <w:p w:rsidR="00353EF0" w:rsidRDefault="00353EF0" w:rsidP="00F969C5">
      <w:pPr>
        <w:jc w:val="center"/>
      </w:pPr>
      <w:r>
        <w:t xml:space="preserve">Опаринский муниципальный район Кировской области </w:t>
      </w:r>
    </w:p>
    <w:p w:rsidR="00353EF0" w:rsidRDefault="00353EF0" w:rsidP="00F969C5">
      <w:pPr>
        <w:jc w:val="center"/>
      </w:pPr>
      <w:r w:rsidRPr="00893AC5">
        <w:t xml:space="preserve">в муниципальную собственность муниципального образования </w:t>
      </w:r>
    </w:p>
    <w:p w:rsidR="00353EF0" w:rsidRDefault="00353EF0" w:rsidP="00F969C5">
      <w:pPr>
        <w:jc w:val="center"/>
      </w:pPr>
      <w:r>
        <w:t>Альмежское сельское</w:t>
      </w:r>
      <w:r w:rsidRPr="00893AC5">
        <w:t xml:space="preserve"> поселение</w:t>
      </w:r>
      <w:r>
        <w:t xml:space="preserve"> </w:t>
      </w:r>
      <w:r w:rsidRPr="00893AC5">
        <w:t>Опаринского района Кировской области</w:t>
      </w:r>
    </w:p>
    <w:tbl>
      <w:tblPr>
        <w:tblW w:w="13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7"/>
        <w:gridCol w:w="7"/>
        <w:gridCol w:w="1657"/>
        <w:gridCol w:w="1984"/>
        <w:gridCol w:w="1844"/>
        <w:gridCol w:w="2123"/>
        <w:gridCol w:w="1380"/>
        <w:gridCol w:w="1984"/>
        <w:gridCol w:w="1985"/>
      </w:tblGrid>
      <w:tr w:rsidR="00353EF0" w:rsidRPr="00082A67" w:rsidTr="00544BA5">
        <w:trPr>
          <w:trHeight w:val="1932"/>
        </w:trPr>
        <w:tc>
          <w:tcPr>
            <w:tcW w:w="754" w:type="dxa"/>
            <w:gridSpan w:val="2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№ п/п</w:t>
            </w:r>
          </w:p>
        </w:tc>
        <w:tc>
          <w:tcPr>
            <w:tcW w:w="1657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984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44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123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380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1984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985" w:type="dxa"/>
            <w:vAlign w:val="center"/>
          </w:tcPr>
          <w:p w:rsidR="00353EF0" w:rsidRPr="00082A67" w:rsidRDefault="00353EF0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353EF0" w:rsidTr="00544BA5">
        <w:trPr>
          <w:trHeight w:val="752"/>
        </w:trPr>
        <w:tc>
          <w:tcPr>
            <w:tcW w:w="747" w:type="dxa"/>
          </w:tcPr>
          <w:p w:rsidR="00353EF0" w:rsidRDefault="00353EF0" w:rsidP="00B267A9"/>
          <w:p w:rsidR="00353EF0" w:rsidRDefault="00353EF0" w:rsidP="00B267A9"/>
          <w:p w:rsidR="00353EF0" w:rsidRDefault="00353EF0" w:rsidP="00B267A9">
            <w:r>
              <w:t>1</w:t>
            </w:r>
          </w:p>
        </w:tc>
        <w:tc>
          <w:tcPr>
            <w:tcW w:w="1664" w:type="dxa"/>
            <w:gridSpan w:val="2"/>
            <w:vAlign w:val="center"/>
          </w:tcPr>
          <w:p w:rsidR="00353EF0" w:rsidRDefault="00353EF0" w:rsidP="00B267A9">
            <w:pPr>
              <w:jc w:val="center"/>
            </w:pPr>
            <w:r>
              <w:t>здания и сооружения</w:t>
            </w:r>
          </w:p>
        </w:tc>
        <w:tc>
          <w:tcPr>
            <w:tcW w:w="1984" w:type="dxa"/>
            <w:vAlign w:val="center"/>
          </w:tcPr>
          <w:p w:rsidR="00353EF0" w:rsidRPr="00A60CBE" w:rsidRDefault="00353EF0" w:rsidP="00B267A9">
            <w:pPr>
              <w:jc w:val="center"/>
            </w:pPr>
          </w:p>
        </w:tc>
        <w:tc>
          <w:tcPr>
            <w:tcW w:w="1844" w:type="dxa"/>
            <w:vAlign w:val="center"/>
          </w:tcPr>
          <w:p w:rsidR="00353EF0" w:rsidRDefault="00353EF0" w:rsidP="00B267A9">
            <w:pPr>
              <w:ind w:firstLine="33"/>
              <w:jc w:val="center"/>
            </w:pPr>
          </w:p>
        </w:tc>
        <w:tc>
          <w:tcPr>
            <w:tcW w:w="2123" w:type="dxa"/>
            <w:vAlign w:val="center"/>
          </w:tcPr>
          <w:p w:rsidR="00353EF0" w:rsidRDefault="00353EF0" w:rsidP="00B267A9">
            <w:pPr>
              <w:jc w:val="center"/>
            </w:pPr>
          </w:p>
        </w:tc>
        <w:tc>
          <w:tcPr>
            <w:tcW w:w="1380" w:type="dxa"/>
            <w:vAlign w:val="center"/>
          </w:tcPr>
          <w:p w:rsidR="00353EF0" w:rsidRDefault="00353EF0" w:rsidP="00B267A9">
            <w:pPr>
              <w:jc w:val="center"/>
            </w:pPr>
          </w:p>
        </w:tc>
        <w:tc>
          <w:tcPr>
            <w:tcW w:w="1984" w:type="dxa"/>
            <w:vAlign w:val="center"/>
          </w:tcPr>
          <w:p w:rsidR="00353EF0" w:rsidRDefault="00353EF0" w:rsidP="00A60CBE">
            <w:pPr>
              <w:jc w:val="center"/>
            </w:pPr>
          </w:p>
        </w:tc>
        <w:tc>
          <w:tcPr>
            <w:tcW w:w="1985" w:type="dxa"/>
            <w:vAlign w:val="center"/>
          </w:tcPr>
          <w:p w:rsidR="00353EF0" w:rsidRPr="00082A67" w:rsidRDefault="00353EF0" w:rsidP="00B267A9">
            <w:pPr>
              <w:jc w:val="center"/>
              <w:rPr>
                <w:color w:val="000000"/>
              </w:rPr>
            </w:pPr>
          </w:p>
        </w:tc>
      </w:tr>
      <w:tr w:rsidR="00353EF0" w:rsidTr="00544BA5">
        <w:trPr>
          <w:trHeight w:val="1275"/>
        </w:trPr>
        <w:tc>
          <w:tcPr>
            <w:tcW w:w="747" w:type="dxa"/>
          </w:tcPr>
          <w:p w:rsidR="00353EF0" w:rsidRDefault="00353EF0" w:rsidP="00B267A9"/>
          <w:p w:rsidR="00353EF0" w:rsidRDefault="00353EF0" w:rsidP="00B267A9"/>
          <w:p w:rsidR="00353EF0" w:rsidRDefault="00353EF0" w:rsidP="00B267A9">
            <w:r>
              <w:t>1.1</w:t>
            </w:r>
          </w:p>
        </w:tc>
        <w:tc>
          <w:tcPr>
            <w:tcW w:w="1664" w:type="dxa"/>
            <w:gridSpan w:val="2"/>
            <w:vAlign w:val="center"/>
          </w:tcPr>
          <w:p w:rsidR="00353EF0" w:rsidRPr="00FA2624" w:rsidRDefault="00353EF0" w:rsidP="00B267A9">
            <w:pPr>
              <w:jc w:val="center"/>
            </w:pPr>
          </w:p>
        </w:tc>
        <w:tc>
          <w:tcPr>
            <w:tcW w:w="1984" w:type="dxa"/>
            <w:vAlign w:val="center"/>
          </w:tcPr>
          <w:p w:rsidR="00353EF0" w:rsidRPr="00A60CBE" w:rsidRDefault="00353EF0" w:rsidP="00B267A9">
            <w:pPr>
              <w:jc w:val="center"/>
            </w:pPr>
            <w:r>
              <w:t>Здание Альмежского лесничества</w:t>
            </w:r>
          </w:p>
        </w:tc>
        <w:tc>
          <w:tcPr>
            <w:tcW w:w="1844" w:type="dxa"/>
            <w:vAlign w:val="center"/>
          </w:tcPr>
          <w:p w:rsidR="00353EF0" w:rsidRPr="00A60CBE" w:rsidRDefault="00353EF0" w:rsidP="00B267A9">
            <w:pPr>
              <w:ind w:firstLine="33"/>
              <w:jc w:val="center"/>
            </w:pPr>
            <w:r>
              <w:t>Кировская область, п.Альмеж, ул. Железнодорожная, д.32</w:t>
            </w:r>
          </w:p>
        </w:tc>
        <w:tc>
          <w:tcPr>
            <w:tcW w:w="2123" w:type="dxa"/>
            <w:vAlign w:val="center"/>
          </w:tcPr>
          <w:p w:rsidR="00353EF0" w:rsidRPr="00A60CBE" w:rsidRDefault="00353EF0" w:rsidP="00E41FA3">
            <w:pPr>
              <w:jc w:val="center"/>
            </w:pPr>
            <w:r>
              <w:t>реестровый номер 006950К</w:t>
            </w:r>
          </w:p>
        </w:tc>
        <w:tc>
          <w:tcPr>
            <w:tcW w:w="1380" w:type="dxa"/>
            <w:vAlign w:val="center"/>
          </w:tcPr>
          <w:p w:rsidR="00353EF0" w:rsidRPr="00A60CBE" w:rsidRDefault="00353EF0" w:rsidP="00B267A9">
            <w:pPr>
              <w:jc w:val="center"/>
            </w:pPr>
            <w:r>
              <w:rPr>
                <w:szCs w:val="28"/>
              </w:rPr>
              <w:t>59041,10</w:t>
            </w:r>
            <w:r w:rsidRPr="00B13C3D">
              <w:rPr>
                <w:szCs w:val="2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353EF0" w:rsidRPr="00A60CBE" w:rsidRDefault="00353EF0" w:rsidP="00A60CBE">
            <w:pPr>
              <w:jc w:val="center"/>
            </w:pPr>
            <w:r>
              <w:t>свидетельство о гос.регистрации43-АГ 088468 от 25.12.2014</w:t>
            </w:r>
          </w:p>
        </w:tc>
        <w:tc>
          <w:tcPr>
            <w:tcW w:w="1985" w:type="dxa"/>
            <w:vAlign w:val="center"/>
          </w:tcPr>
          <w:p w:rsidR="00353EF0" w:rsidRPr="00082A67" w:rsidRDefault="00353EF0" w:rsidP="00B267A9">
            <w:pPr>
              <w:jc w:val="center"/>
              <w:rPr>
                <w:color w:val="000000"/>
              </w:rPr>
            </w:pPr>
          </w:p>
        </w:tc>
      </w:tr>
      <w:tr w:rsidR="00353EF0" w:rsidTr="00544BA5">
        <w:trPr>
          <w:trHeight w:val="866"/>
        </w:trPr>
        <w:tc>
          <w:tcPr>
            <w:tcW w:w="747" w:type="dxa"/>
          </w:tcPr>
          <w:p w:rsidR="00353EF0" w:rsidRDefault="00353EF0" w:rsidP="00B267A9"/>
          <w:p w:rsidR="00353EF0" w:rsidRDefault="00353EF0" w:rsidP="00B267A9"/>
          <w:p w:rsidR="00353EF0" w:rsidRDefault="00353EF0" w:rsidP="00B267A9">
            <w:r>
              <w:t>2.</w:t>
            </w:r>
          </w:p>
        </w:tc>
        <w:tc>
          <w:tcPr>
            <w:tcW w:w="1664" w:type="dxa"/>
            <w:gridSpan w:val="2"/>
            <w:vAlign w:val="center"/>
          </w:tcPr>
          <w:p w:rsidR="00353EF0" w:rsidRPr="00FA2624" w:rsidRDefault="00353EF0" w:rsidP="00B267A9">
            <w:pPr>
              <w:jc w:val="center"/>
            </w:pPr>
            <w:r>
              <w:t>Прочее имущество</w:t>
            </w:r>
          </w:p>
        </w:tc>
        <w:tc>
          <w:tcPr>
            <w:tcW w:w="1984" w:type="dxa"/>
            <w:vAlign w:val="center"/>
          </w:tcPr>
          <w:p w:rsidR="00353EF0" w:rsidRPr="00A60CBE" w:rsidRDefault="00353EF0" w:rsidP="00B267A9">
            <w:pPr>
              <w:jc w:val="center"/>
            </w:pPr>
          </w:p>
        </w:tc>
        <w:tc>
          <w:tcPr>
            <w:tcW w:w="1844" w:type="dxa"/>
            <w:vAlign w:val="center"/>
          </w:tcPr>
          <w:p w:rsidR="00353EF0" w:rsidRPr="00A60CBE" w:rsidRDefault="00353EF0" w:rsidP="00B267A9">
            <w:pPr>
              <w:ind w:firstLine="33"/>
              <w:jc w:val="center"/>
            </w:pPr>
          </w:p>
        </w:tc>
        <w:tc>
          <w:tcPr>
            <w:tcW w:w="2123" w:type="dxa"/>
            <w:vAlign w:val="center"/>
          </w:tcPr>
          <w:p w:rsidR="00353EF0" w:rsidRPr="00A60CBE" w:rsidRDefault="00353EF0" w:rsidP="00B267A9">
            <w:pPr>
              <w:jc w:val="center"/>
            </w:pPr>
          </w:p>
        </w:tc>
        <w:tc>
          <w:tcPr>
            <w:tcW w:w="1380" w:type="dxa"/>
            <w:vAlign w:val="center"/>
          </w:tcPr>
          <w:p w:rsidR="00353EF0" w:rsidRPr="00A60CBE" w:rsidRDefault="00353EF0" w:rsidP="00B267A9">
            <w:pPr>
              <w:jc w:val="center"/>
            </w:pPr>
          </w:p>
        </w:tc>
        <w:tc>
          <w:tcPr>
            <w:tcW w:w="1984" w:type="dxa"/>
          </w:tcPr>
          <w:p w:rsidR="00353EF0" w:rsidRDefault="00353EF0" w:rsidP="003B20D0"/>
        </w:tc>
        <w:tc>
          <w:tcPr>
            <w:tcW w:w="1985" w:type="dxa"/>
            <w:vAlign w:val="center"/>
          </w:tcPr>
          <w:p w:rsidR="00353EF0" w:rsidRPr="00FA2624" w:rsidRDefault="00353EF0" w:rsidP="003B20D0">
            <w:pPr>
              <w:jc w:val="center"/>
            </w:pPr>
          </w:p>
        </w:tc>
      </w:tr>
      <w:tr w:rsidR="00353EF0" w:rsidRPr="00FA2624" w:rsidTr="00544BA5">
        <w:trPr>
          <w:trHeight w:val="1275"/>
        </w:trPr>
        <w:tc>
          <w:tcPr>
            <w:tcW w:w="747" w:type="dxa"/>
          </w:tcPr>
          <w:p w:rsidR="00353EF0" w:rsidRDefault="00353EF0" w:rsidP="0021777C"/>
          <w:p w:rsidR="00353EF0" w:rsidRDefault="00353EF0" w:rsidP="0021777C">
            <w:r>
              <w:t>2.1.</w:t>
            </w:r>
          </w:p>
        </w:tc>
        <w:tc>
          <w:tcPr>
            <w:tcW w:w="1664" w:type="dxa"/>
            <w:gridSpan w:val="2"/>
            <w:vAlign w:val="center"/>
          </w:tcPr>
          <w:p w:rsidR="00353EF0" w:rsidRPr="00FA2624" w:rsidRDefault="00353EF0" w:rsidP="0021777C">
            <w:pPr>
              <w:jc w:val="center"/>
            </w:pPr>
          </w:p>
        </w:tc>
        <w:tc>
          <w:tcPr>
            <w:tcW w:w="1984" w:type="dxa"/>
            <w:vAlign w:val="center"/>
          </w:tcPr>
          <w:p w:rsidR="00353EF0" w:rsidRPr="00A60CBE" w:rsidRDefault="00353EF0" w:rsidP="0021777C">
            <w:pPr>
              <w:jc w:val="center"/>
            </w:pPr>
            <w:r>
              <w:t>Земельный участок</w:t>
            </w:r>
          </w:p>
        </w:tc>
        <w:tc>
          <w:tcPr>
            <w:tcW w:w="1844" w:type="dxa"/>
            <w:vAlign w:val="center"/>
          </w:tcPr>
          <w:p w:rsidR="00353EF0" w:rsidRPr="00A60CBE" w:rsidRDefault="00353EF0" w:rsidP="0021777C">
            <w:pPr>
              <w:ind w:firstLine="33"/>
              <w:jc w:val="center"/>
            </w:pPr>
            <w:r>
              <w:t>Кировская область, п.Альмеж, ул. Железнодорожная, д.32</w:t>
            </w:r>
          </w:p>
        </w:tc>
        <w:tc>
          <w:tcPr>
            <w:tcW w:w="2123" w:type="dxa"/>
            <w:vAlign w:val="center"/>
          </w:tcPr>
          <w:p w:rsidR="00353EF0" w:rsidRDefault="00353EF0" w:rsidP="0021777C">
            <w:pPr>
              <w:jc w:val="center"/>
            </w:pPr>
            <w:r>
              <w:t>реестровый номер</w:t>
            </w:r>
          </w:p>
          <w:p w:rsidR="00353EF0" w:rsidRPr="00A60CBE" w:rsidRDefault="00353EF0" w:rsidP="0021777C">
            <w:pPr>
              <w:jc w:val="center"/>
            </w:pPr>
            <w:r>
              <w:t>006951К</w:t>
            </w:r>
          </w:p>
        </w:tc>
        <w:tc>
          <w:tcPr>
            <w:tcW w:w="1380" w:type="dxa"/>
            <w:vAlign w:val="center"/>
          </w:tcPr>
          <w:p w:rsidR="00353EF0" w:rsidRPr="00A60CBE" w:rsidRDefault="00353EF0" w:rsidP="0021777C">
            <w:pPr>
              <w:jc w:val="center"/>
            </w:pPr>
            <w:r>
              <w:t>17158,00</w:t>
            </w:r>
          </w:p>
        </w:tc>
        <w:tc>
          <w:tcPr>
            <w:tcW w:w="1984" w:type="dxa"/>
          </w:tcPr>
          <w:p w:rsidR="00353EF0" w:rsidRDefault="00353EF0" w:rsidP="0021777C">
            <w:r>
              <w:t>свидетельство о гос.регистрации43-АГ 088468 от 25.12.2014</w:t>
            </w:r>
          </w:p>
        </w:tc>
        <w:tc>
          <w:tcPr>
            <w:tcW w:w="1985" w:type="dxa"/>
            <w:vAlign w:val="center"/>
          </w:tcPr>
          <w:p w:rsidR="00353EF0" w:rsidRPr="00FA2624" w:rsidRDefault="00353EF0" w:rsidP="0021777C">
            <w:pPr>
              <w:jc w:val="center"/>
            </w:pPr>
          </w:p>
        </w:tc>
      </w:tr>
    </w:tbl>
    <w:p w:rsidR="00353EF0" w:rsidRDefault="00353EF0" w:rsidP="00101ACD"/>
    <w:p w:rsidR="00353EF0" w:rsidRDefault="00353EF0" w:rsidP="00B65F3B"/>
    <w:sectPr w:rsidR="00353EF0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750FF"/>
    <w:rsid w:val="000757D4"/>
    <w:rsid w:val="00082A67"/>
    <w:rsid w:val="00087A8A"/>
    <w:rsid w:val="000A25CD"/>
    <w:rsid w:val="000A57FE"/>
    <w:rsid w:val="000A5F5F"/>
    <w:rsid w:val="000E5BE3"/>
    <w:rsid w:val="00101ACD"/>
    <w:rsid w:val="00115883"/>
    <w:rsid w:val="001218F4"/>
    <w:rsid w:val="0015339E"/>
    <w:rsid w:val="001805D5"/>
    <w:rsid w:val="0018060F"/>
    <w:rsid w:val="001927BA"/>
    <w:rsid w:val="001A16B8"/>
    <w:rsid w:val="001D3CA2"/>
    <w:rsid w:val="0021777C"/>
    <w:rsid w:val="00220E63"/>
    <w:rsid w:val="00252669"/>
    <w:rsid w:val="002756B9"/>
    <w:rsid w:val="002901E1"/>
    <w:rsid w:val="002A0C67"/>
    <w:rsid w:val="002D1509"/>
    <w:rsid w:val="002D796D"/>
    <w:rsid w:val="003112D7"/>
    <w:rsid w:val="003161E9"/>
    <w:rsid w:val="003267F9"/>
    <w:rsid w:val="00331C09"/>
    <w:rsid w:val="00345761"/>
    <w:rsid w:val="00353EF0"/>
    <w:rsid w:val="00355EBF"/>
    <w:rsid w:val="00367FAE"/>
    <w:rsid w:val="00375C0F"/>
    <w:rsid w:val="003B20D0"/>
    <w:rsid w:val="003C0EC2"/>
    <w:rsid w:val="003C1F3A"/>
    <w:rsid w:val="003C7DBB"/>
    <w:rsid w:val="003D56FF"/>
    <w:rsid w:val="003D7E30"/>
    <w:rsid w:val="003E50AD"/>
    <w:rsid w:val="00400D2C"/>
    <w:rsid w:val="004341F3"/>
    <w:rsid w:val="00460A56"/>
    <w:rsid w:val="004916A7"/>
    <w:rsid w:val="0049213F"/>
    <w:rsid w:val="004B3EC1"/>
    <w:rsid w:val="004C4BC7"/>
    <w:rsid w:val="004E1791"/>
    <w:rsid w:val="004E6320"/>
    <w:rsid w:val="004E66B6"/>
    <w:rsid w:val="004F5F26"/>
    <w:rsid w:val="0050520A"/>
    <w:rsid w:val="00543C31"/>
    <w:rsid w:val="00544BA5"/>
    <w:rsid w:val="00555CF7"/>
    <w:rsid w:val="005723CC"/>
    <w:rsid w:val="005A6D41"/>
    <w:rsid w:val="005B6AED"/>
    <w:rsid w:val="005C16C3"/>
    <w:rsid w:val="0060287C"/>
    <w:rsid w:val="006528B6"/>
    <w:rsid w:val="006649A5"/>
    <w:rsid w:val="006C1317"/>
    <w:rsid w:val="00711CCA"/>
    <w:rsid w:val="007323A0"/>
    <w:rsid w:val="0075798E"/>
    <w:rsid w:val="007872C3"/>
    <w:rsid w:val="007967DE"/>
    <w:rsid w:val="0082729A"/>
    <w:rsid w:val="00861262"/>
    <w:rsid w:val="00864762"/>
    <w:rsid w:val="00870595"/>
    <w:rsid w:val="00890245"/>
    <w:rsid w:val="00893AC5"/>
    <w:rsid w:val="008A0450"/>
    <w:rsid w:val="008B5E4F"/>
    <w:rsid w:val="008C05F6"/>
    <w:rsid w:val="008E610D"/>
    <w:rsid w:val="00922B57"/>
    <w:rsid w:val="009543EE"/>
    <w:rsid w:val="00973CD0"/>
    <w:rsid w:val="00986B96"/>
    <w:rsid w:val="009B332C"/>
    <w:rsid w:val="009D26FB"/>
    <w:rsid w:val="009D3277"/>
    <w:rsid w:val="009F39EE"/>
    <w:rsid w:val="00A0072B"/>
    <w:rsid w:val="00A04E5A"/>
    <w:rsid w:val="00A13919"/>
    <w:rsid w:val="00A14AA1"/>
    <w:rsid w:val="00A54A1D"/>
    <w:rsid w:val="00A60CBE"/>
    <w:rsid w:val="00A777C7"/>
    <w:rsid w:val="00A86092"/>
    <w:rsid w:val="00A90FBB"/>
    <w:rsid w:val="00A9177E"/>
    <w:rsid w:val="00A96256"/>
    <w:rsid w:val="00AA6F1F"/>
    <w:rsid w:val="00AB69DC"/>
    <w:rsid w:val="00AD2DD5"/>
    <w:rsid w:val="00B057BE"/>
    <w:rsid w:val="00B13C3D"/>
    <w:rsid w:val="00B267A9"/>
    <w:rsid w:val="00B278DF"/>
    <w:rsid w:val="00B37E45"/>
    <w:rsid w:val="00B47A54"/>
    <w:rsid w:val="00B50E35"/>
    <w:rsid w:val="00B62B40"/>
    <w:rsid w:val="00B65F3B"/>
    <w:rsid w:val="00B87A34"/>
    <w:rsid w:val="00B95891"/>
    <w:rsid w:val="00BA193B"/>
    <w:rsid w:val="00BC0AE0"/>
    <w:rsid w:val="00BF41E0"/>
    <w:rsid w:val="00BF6563"/>
    <w:rsid w:val="00BF70FD"/>
    <w:rsid w:val="00C259BF"/>
    <w:rsid w:val="00C46DB3"/>
    <w:rsid w:val="00C63EE5"/>
    <w:rsid w:val="00C93F20"/>
    <w:rsid w:val="00C94902"/>
    <w:rsid w:val="00CB3386"/>
    <w:rsid w:val="00CB4EFC"/>
    <w:rsid w:val="00CF475D"/>
    <w:rsid w:val="00D339E7"/>
    <w:rsid w:val="00D34686"/>
    <w:rsid w:val="00D721A8"/>
    <w:rsid w:val="00D82952"/>
    <w:rsid w:val="00D916D9"/>
    <w:rsid w:val="00DB59B4"/>
    <w:rsid w:val="00DE43E0"/>
    <w:rsid w:val="00E41FA3"/>
    <w:rsid w:val="00E57B59"/>
    <w:rsid w:val="00E84274"/>
    <w:rsid w:val="00E8674B"/>
    <w:rsid w:val="00EC4EFF"/>
    <w:rsid w:val="00EE2544"/>
    <w:rsid w:val="00F07469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4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196</Words>
  <Characters>1118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2015-03-16T07:56:00Z</cp:lastPrinted>
  <dcterms:created xsi:type="dcterms:W3CDTF">2014-09-15T05:17:00Z</dcterms:created>
  <dcterms:modified xsi:type="dcterms:W3CDTF">2015-03-30T12:39:00Z</dcterms:modified>
</cp:coreProperties>
</file>